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3356E515" w14:textId="2A80BDCC" w:rsidR="00864926" w:rsidRPr="00864926" w:rsidRDefault="00B7608B" w:rsidP="00864926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28204A">
              <w:t>Meelis Saat</w:t>
            </w:r>
          </w:p>
          <w:p w14:paraId="279F28AD" w14:textId="77777777" w:rsidR="00864926" w:rsidRPr="00864926" w:rsidRDefault="00864926" w:rsidP="00864926">
            <w:pPr>
              <w:framePr w:w="9582" w:h="2155" w:wrap="notBeside" w:vAnchor="page" w:hAnchor="page" w:x="1702" w:y="3063"/>
              <w:rPr>
                <w:noProof/>
              </w:rPr>
            </w:pPr>
            <w:r w:rsidRPr="00864926">
              <w:rPr>
                <w:noProof/>
              </w:rPr>
              <w:t>Transpordiamet</w:t>
            </w:r>
          </w:p>
          <w:p w14:paraId="1FE84AB8" w14:textId="05B75805" w:rsidR="00864926" w:rsidRPr="00864926" w:rsidRDefault="009F608F" w:rsidP="00864926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Lääne</w:t>
            </w:r>
            <w:r w:rsidR="00864926" w:rsidRPr="00864926">
              <w:rPr>
                <w:noProof/>
              </w:rPr>
              <w:t xml:space="preserve"> </w:t>
            </w:r>
            <w:r w:rsidR="0028204A">
              <w:rPr>
                <w:noProof/>
              </w:rPr>
              <w:t>osakond</w:t>
            </w:r>
          </w:p>
          <w:p w14:paraId="2D872E77" w14:textId="77777777" w:rsidR="00864926" w:rsidRPr="00864926" w:rsidRDefault="00864926" w:rsidP="00864926">
            <w:pPr>
              <w:framePr w:w="9582" w:h="2155" w:wrap="notBeside" w:vAnchor="page" w:hAnchor="page" w:x="1702" w:y="3063"/>
              <w:rPr>
                <w:noProof/>
              </w:rPr>
            </w:pPr>
          </w:p>
          <w:p w14:paraId="119C2CE4" w14:textId="0C665A08" w:rsidR="00E85637" w:rsidRDefault="0028204A" w:rsidP="00864926">
            <w:pPr>
              <w:framePr w:w="9582" w:h="2155" w:wrap="notBeside" w:vAnchor="page" w:hAnchor="page" w:x="1702" w:y="3063"/>
            </w:pPr>
            <w:r>
              <w:rPr>
                <w:noProof/>
              </w:rPr>
              <w:t>meelis.saat</w:t>
            </w:r>
            <w:r w:rsidR="00864926" w:rsidRPr="00DF304D">
              <w:rPr>
                <w:noProof/>
              </w:rPr>
              <w:t>@transpordiamet.ee</w:t>
            </w:r>
            <w:r w:rsidR="00864926" w:rsidRPr="00864926">
              <w:rPr>
                <w:noProof/>
              </w:rPr>
              <w:t xml:space="preserve">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3641A60B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9361CC">
              <w:rPr>
                <w:noProof/>
              </w:rPr>
              <w:t>4</w:t>
            </w:r>
            <w:r w:rsidR="009434EC">
              <w:rPr>
                <w:noProof/>
              </w:rPr>
              <w:t>/</w:t>
            </w:r>
            <w:r w:rsidR="00966358">
              <w:rPr>
                <w:noProof/>
              </w:rPr>
              <w:t>1245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1011A" w14:textId="79D4C797" w:rsidR="00E85637" w:rsidRDefault="00864926" w:rsidP="00802507">
      <w:pPr>
        <w:pStyle w:val="Pealkiri1"/>
      </w:pPr>
      <w:r w:rsidRPr="0086492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Lageraie kooskõlastamine tee kaitsevööndis</w:t>
      </w:r>
      <w:r w:rsidRPr="00864926"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504D44A" w14:textId="4B935ABE" w:rsidR="001D139F" w:rsidRDefault="001D139F"/>
    <w:p w14:paraId="655101D5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9F276FF" w14:textId="12312E49" w:rsidR="00864926" w:rsidRPr="00864926" w:rsidRDefault="00864926" w:rsidP="00864926">
      <w:pPr>
        <w:jc w:val="both"/>
        <w:rPr>
          <w:szCs w:val="24"/>
        </w:rPr>
      </w:pPr>
      <w:r w:rsidRPr="00864926">
        <w:rPr>
          <w:szCs w:val="24"/>
        </w:rPr>
        <w:t>Lähtuvalt Ehitusseadustiku § 72 lg 1 p 4 ja § 70 lg 3 palub RMK Edela regioon kooskõlastada riigimaantee kaitsevööndisse jääva lageraie (Lisa 1).</w:t>
      </w: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28204A">
        <w:rPr>
          <w:spacing w:val="0"/>
          <w:position w:val="0"/>
        </w:rPr>
      </w:r>
      <w:r w:rsidR="0028204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1742DB65" w14:textId="77777777" w:rsidR="00E85637" w:rsidRDefault="00E85637">
      <w:pPr>
        <w:rPr>
          <w:sz w:val="14"/>
        </w:rPr>
      </w:pPr>
    </w:p>
    <w:p w14:paraId="7AE7725A" w14:textId="77777777" w:rsidR="00E85637" w:rsidRDefault="00E85637">
      <w:pPr>
        <w:rPr>
          <w:sz w:val="2"/>
        </w:rPr>
      </w:pPr>
    </w:p>
    <w:p w14:paraId="563886FE" w14:textId="60AA20AC" w:rsidR="00864926" w:rsidRPr="00864926" w:rsidRDefault="00864926" w:rsidP="00864926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966358">
        <w:t>Einart Kask</w:t>
      </w:r>
      <w:r w:rsidRPr="00864926">
        <w:fldChar w:fldCharType="end"/>
      </w:r>
    </w:p>
    <w:p w14:paraId="519FAC0B" w14:textId="77777777" w:rsidR="00864926" w:rsidRPr="00864926" w:rsidRDefault="00864926" w:rsidP="00864926">
      <w:r w:rsidRPr="00864926"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RMK Edela regiooni varumisjuht</w:t>
      </w:r>
      <w:r w:rsidRPr="00864926">
        <w:fldChar w:fldCharType="end"/>
      </w:r>
    </w:p>
    <w:p w14:paraId="2EA9B0DF" w14:textId="77777777" w:rsidR="00E85637" w:rsidRDefault="00E85637"/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5389E422" w14:textId="539D0D19" w:rsidR="00864926" w:rsidRPr="00864926" w:rsidRDefault="00864926" w:rsidP="00864926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966358" w:rsidRPr="00966358">
        <w:t>5159073</w:t>
      </w:r>
      <w:r w:rsidR="00966358">
        <w:t>, einart.kask@rmk.ee</w:t>
      </w:r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556B" w14:textId="77777777" w:rsidR="00782EEC" w:rsidRDefault="00782EEC">
      <w:r>
        <w:separator/>
      </w:r>
    </w:p>
  </w:endnote>
  <w:endnote w:type="continuationSeparator" w:id="0">
    <w:p w14:paraId="46AD3524" w14:textId="77777777" w:rsidR="00782EEC" w:rsidRDefault="0078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ADC9" w14:textId="77777777" w:rsidR="00782EEC" w:rsidRDefault="00782EEC">
      <w:r>
        <w:separator/>
      </w:r>
    </w:p>
  </w:footnote>
  <w:footnote w:type="continuationSeparator" w:id="0">
    <w:p w14:paraId="6A8CF908" w14:textId="77777777" w:rsidR="00782EEC" w:rsidRDefault="0078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8204A"/>
    <w:rsid w:val="002D03C6"/>
    <w:rsid w:val="003212B7"/>
    <w:rsid w:val="00326150"/>
    <w:rsid w:val="00356C40"/>
    <w:rsid w:val="00360D6D"/>
    <w:rsid w:val="003A08B0"/>
    <w:rsid w:val="00436506"/>
    <w:rsid w:val="004679E9"/>
    <w:rsid w:val="00491E34"/>
    <w:rsid w:val="004F4F69"/>
    <w:rsid w:val="004F7A94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361CC"/>
    <w:rsid w:val="009434EC"/>
    <w:rsid w:val="009549A2"/>
    <w:rsid w:val="00966358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52479"/>
    <w:rsid w:val="00C67247"/>
    <w:rsid w:val="00C82385"/>
    <w:rsid w:val="00C96083"/>
    <w:rsid w:val="00C973B7"/>
    <w:rsid w:val="00CE3EDD"/>
    <w:rsid w:val="00CF0857"/>
    <w:rsid w:val="00DF304D"/>
    <w:rsid w:val="00E367C6"/>
    <w:rsid w:val="00E85637"/>
    <w:rsid w:val="00EA58C5"/>
    <w:rsid w:val="00EC01CC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40</TotalTime>
  <Pages>1</Pages>
  <Words>51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604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Anu Laas</cp:lastModifiedBy>
  <cp:revision>3</cp:revision>
  <cp:lastPrinted>2023-10-13T10:35:00Z</cp:lastPrinted>
  <dcterms:created xsi:type="dcterms:W3CDTF">2024-02-27T09:06:00Z</dcterms:created>
  <dcterms:modified xsi:type="dcterms:W3CDTF">2024-02-27T09:15:00Z</dcterms:modified>
</cp:coreProperties>
</file>